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0219B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2EA60922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32B91E51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02CCCF6A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063DBBA6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0954943F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6A7D60BE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C7DD31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33B3E4C6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6F537F2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8703526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5E8D041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75C3DF9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C23C38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62E3A938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52DFBDA2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6C7AC617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97F3C" w14:textId="77777777" w:rsidR="009E4362" w:rsidRDefault="009E4362" w:rsidP="00962258">
      <w:pPr>
        <w:spacing w:after="0" w:line="240" w:lineRule="auto"/>
      </w:pPr>
      <w:r>
        <w:separator/>
      </w:r>
    </w:p>
  </w:endnote>
  <w:endnote w:type="continuationSeparator" w:id="0">
    <w:p w14:paraId="2DFF5CA4" w14:textId="77777777" w:rsidR="009E4362" w:rsidRDefault="009E43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2CD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EC631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A1D38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3DA7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50E80A" w14:textId="77777777" w:rsidR="00F1715C" w:rsidRDefault="00F1715C" w:rsidP="00D831A3">
          <w:pPr>
            <w:pStyle w:val="Zpat"/>
          </w:pPr>
        </w:p>
      </w:tc>
    </w:tr>
  </w:tbl>
  <w:p w14:paraId="05F3A4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75CD9C" wp14:editId="575D8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22A2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50443D" wp14:editId="34569C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1953E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2330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A24A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E027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F1BF16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43C94BF" w14:textId="77777777" w:rsidR="00F1715C" w:rsidRDefault="00F1715C" w:rsidP="00460660">
          <w:pPr>
            <w:pStyle w:val="Zpat"/>
          </w:pPr>
        </w:p>
      </w:tc>
    </w:tr>
  </w:tbl>
  <w:p w14:paraId="28080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9B5E12C" wp14:editId="518C5A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C5B3F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7BDAE0" wp14:editId="7A888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279FC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37200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EF420" w14:textId="77777777" w:rsidR="009E4362" w:rsidRDefault="009E4362" w:rsidP="00962258">
      <w:pPr>
        <w:spacing w:after="0" w:line="240" w:lineRule="auto"/>
      </w:pPr>
      <w:r>
        <w:separator/>
      </w:r>
    </w:p>
  </w:footnote>
  <w:footnote w:type="continuationSeparator" w:id="0">
    <w:p w14:paraId="3F6D42AA" w14:textId="77777777" w:rsidR="009E4362" w:rsidRDefault="009E43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F013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2ADA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19F3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9597DE" w14:textId="77777777" w:rsidR="00F1715C" w:rsidRPr="00D6163D" w:rsidRDefault="00F1715C" w:rsidP="00D6163D">
          <w:pPr>
            <w:pStyle w:val="Druhdokumentu"/>
          </w:pPr>
        </w:p>
      </w:tc>
    </w:tr>
  </w:tbl>
  <w:p w14:paraId="592E406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A8C16" w14:textId="77777777" w:rsidR="00F1715C" w:rsidRPr="00D6163D" w:rsidRDefault="00F1715C" w:rsidP="00FC6389">
    <w:pPr>
      <w:pStyle w:val="Zhlav"/>
      <w:rPr>
        <w:sz w:val="8"/>
        <w:szCs w:val="8"/>
      </w:rPr>
    </w:pPr>
  </w:p>
  <w:p w14:paraId="2EACCE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5A3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296F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E4362"/>
    <w:rsid w:val="009F392E"/>
    <w:rsid w:val="00A6177B"/>
    <w:rsid w:val="00A66136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7E91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0DBB"/>
  <w14:defaultImageDpi w14:val="32767"/>
  <w15:docId w15:val="{7DCBB8F0-F67B-47CE-A73F-58CCEBBE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728092-CF7C-4375-B041-B38F4C406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25</cp:revision>
  <cp:lastPrinted>2022-04-20T13:21:00Z</cp:lastPrinted>
  <dcterms:created xsi:type="dcterms:W3CDTF">2020-02-20T08:56:00Z</dcterms:created>
  <dcterms:modified xsi:type="dcterms:W3CDTF">2022-04-20T13:21:00Z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